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44B2852B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4D8673D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93CDB">
        <w:rPr>
          <w:rFonts w:ascii="Segoe Print" w:hAnsi="Segoe Print"/>
          <w:b/>
          <w:sz w:val="24"/>
        </w:rPr>
        <w:t>17.</w:t>
      </w:r>
      <w:r w:rsidR="00412CDE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31856422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ED3DAA" w:rsidRPr="00B90872" w14:paraId="1F0DD5D9" w14:textId="77777777" w:rsidTr="00E95687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694B54D7" w14:textId="77777777" w:rsidR="00ED3DAA" w:rsidRPr="00B90872" w:rsidRDefault="00ED3DAA" w:rsidP="00B90872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w:t xml:space="preserve">A map has a scale </w:t>
            </w:r>
            <w:proofErr w:type="gramStart"/>
            <w:r w:rsidRPr="00B90872">
              <w:rPr>
                <w:rFonts w:ascii="Century Gothic" w:hAnsi="Century Gothic" w:cs="Tahoma"/>
              </w:rPr>
              <w:t>1 :</w:t>
            </w:r>
            <w:proofErr w:type="gramEnd"/>
            <w:r w:rsidRPr="00B90872">
              <w:rPr>
                <w:rFonts w:ascii="Century Gothic" w:hAnsi="Century Gothic" w:cs="Tahoma"/>
              </w:rPr>
              <w:t xml:space="preserve"> 5000.</w:t>
            </w:r>
          </w:p>
          <w:p w14:paraId="094D08F0" w14:textId="0A0299EB" w:rsidR="00ED3DAA" w:rsidRPr="00B90872" w:rsidRDefault="00ED3DAA" w:rsidP="00B90872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 w:cs="Tahoma"/>
              </w:rPr>
              <w:t>What is the actual distance of 3cm on the map in metres?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52859F65" w:rsidR="00ED3DAA" w:rsidRPr="00B90872" w:rsidRDefault="00ED3DAA" w:rsidP="00B90872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w:t>An object has mass 40kg and volume 4m</w:t>
            </w:r>
            <w:r w:rsidRPr="00B90872">
              <w:rPr>
                <w:rFonts w:ascii="Century Gothic" w:hAnsi="Century Gothic" w:cs="Tahoma"/>
                <w:vertAlign w:val="superscript"/>
              </w:rPr>
              <w:t>3</w:t>
            </w:r>
            <w:r w:rsidRPr="00B90872">
              <w:rPr>
                <w:rFonts w:ascii="Century Gothic" w:hAnsi="Century Gothic" w:cs="Tahoma"/>
              </w:rPr>
              <w:t>.  What is its density?</w:t>
            </w:r>
          </w:p>
        </w:tc>
      </w:tr>
      <w:tr w:rsidR="00ED3DAA" w:rsidRPr="00B90872" w14:paraId="2FAB904D" w14:textId="77777777" w:rsidTr="003746A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787F4610" w14:textId="77777777" w:rsidR="00550556" w:rsidRPr="00B90872" w:rsidRDefault="00550556" w:rsidP="00B90872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w:t>Starters        Mains</w:t>
            </w:r>
          </w:p>
          <w:p w14:paraId="45AFDBBB" w14:textId="77777777" w:rsidR="00550556" w:rsidRPr="00B90872" w:rsidRDefault="00550556" w:rsidP="00B90872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w:t xml:space="preserve">      Soup             Chicken</w:t>
            </w:r>
          </w:p>
          <w:p w14:paraId="068D81F5" w14:textId="77777777" w:rsidR="00550556" w:rsidRPr="00B90872" w:rsidRDefault="00550556" w:rsidP="00B90872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w:t xml:space="preserve">      Pate              Beef</w:t>
            </w:r>
          </w:p>
          <w:p w14:paraId="7DBF527E" w14:textId="77777777" w:rsidR="00550556" w:rsidRPr="00B90872" w:rsidRDefault="00550556" w:rsidP="00B90872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w:t xml:space="preserve">                          Mushrooms</w:t>
            </w:r>
          </w:p>
          <w:p w14:paraId="3845EB95" w14:textId="2FCC9859" w:rsidR="00ED3DAA" w:rsidRPr="00B90872" w:rsidRDefault="00550556" w:rsidP="00B90872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 w:cs="Tahoma"/>
              </w:rPr>
              <w:t>What are the different combinations of starters and mains Martin could choose?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4135B49B" w:rsidR="00ED3DAA" w:rsidRPr="00B90872" w:rsidRDefault="00ED3DAA" w:rsidP="00B90872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4FEF7014" w14:textId="08486A45" w:rsidR="00ED3DAA" w:rsidRPr="00B90872" w:rsidRDefault="00961ED5" w:rsidP="00B90872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5D21984E" wp14:editId="6CDCCDDD">
                  <wp:extent cx="1031761" cy="1173193"/>
                  <wp:effectExtent l="0" t="0" r="0" b="825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980" cy="1173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DAA" w:rsidRPr="00B90872" w14:paraId="44B9DE2A" w14:textId="77777777" w:rsidTr="0070395D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251AE1C9" w14:textId="5E1722B4" w:rsidR="00ED3DAA" w:rsidRPr="00B90872" w:rsidRDefault="00ED3DAA" w:rsidP="00B90872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</w:rPr>
            </w:pPr>
            <w:r w:rsidRPr="00B90872">
              <w:rPr>
                <w:rFonts w:ascii="Century Gothic" w:eastAsiaTheme="minorEastAsia" w:hAnsi="Century Gothic" w:cs="Tahoma"/>
                <w:noProof/>
              </w:rPr>
              <w:t>Construct</w:t>
            </w:r>
            <w:r w:rsidRPr="00B90872">
              <w:rPr>
                <w:rFonts w:ascii="Century Gothic" w:eastAsiaTheme="minorEastAsia" w:hAnsi="Century Gothic" w:cs="Tahoma"/>
                <w:noProof/>
              </w:rPr>
              <w:t xml:space="preserve"> the triangle:</w:t>
            </w:r>
          </w:p>
          <w:p w14:paraId="13549964" w14:textId="3AF18101" w:rsidR="00ED3DAA" w:rsidRPr="00B90872" w:rsidRDefault="00ED3DAA" w:rsidP="00B90872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4EDE9D4" wp14:editId="482C4615">
                      <wp:simplePos x="0" y="0"/>
                      <wp:positionH relativeFrom="column">
                        <wp:posOffset>337401</wp:posOffset>
                      </wp:positionH>
                      <wp:positionV relativeFrom="paragraph">
                        <wp:posOffset>223520</wp:posOffset>
                      </wp:positionV>
                      <wp:extent cx="575945" cy="320675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75242D" w14:textId="69B44440" w:rsidR="00ED3DAA" w:rsidRPr="00FE19F8" w:rsidRDefault="00ED3DAA" w:rsidP="00E95687">
                                  <w:r>
                                    <w:t>4</w:t>
                                  </w:r>
                                  <w: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4EDE9D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26.55pt;margin-top:17.6pt;width:45.35pt;height:25.25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" filled="f" stroked="f" strokeweight=".5pt">
                      <v:textbox>
                        <w:txbxContent>
                          <w:p w14:paraId="0675242D" w14:textId="69B44440" w:rsidR="00ED3DAA" w:rsidRPr="00FE19F8" w:rsidRDefault="00ED3DAA" w:rsidP="00E95687">
                            <w:r>
                              <w:t>4</w:t>
                            </w:r>
                            <w: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90872">
              <w:rPr>
                <w:rFonts w:ascii="Century Gothic" w:eastAsiaTheme="minorEastAsia" w:hAnsi="Century Gothic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58399428" wp14:editId="33F59BD9">
                      <wp:simplePos x="0" y="0"/>
                      <wp:positionH relativeFrom="column">
                        <wp:posOffset>465896</wp:posOffset>
                      </wp:positionH>
                      <wp:positionV relativeFrom="paragraph">
                        <wp:posOffset>164962</wp:posOffset>
                      </wp:positionV>
                      <wp:extent cx="866899" cy="510639"/>
                      <wp:effectExtent l="0" t="0" r="28575" b="22860"/>
                      <wp:wrapNone/>
                      <wp:docPr id="17" name="Isosceles Tri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899" cy="51063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9958C6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7" o:spid="_x0000_s1026" type="#_x0000_t5" style="position:absolute;margin-left:36.7pt;margin-top:13pt;width:68.25pt;height:40.2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" fillcolor="white [3212]" strokecolor="black [3213]" strokeweight="2pt"/>
                  </w:pict>
                </mc:Fallback>
              </mc:AlternateContent>
            </w:r>
          </w:p>
          <w:p w14:paraId="2F8D3BBD" w14:textId="677CD483" w:rsidR="00ED3DAA" w:rsidRPr="00B90872" w:rsidRDefault="00ED3DAA" w:rsidP="00B90872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112BF5C" wp14:editId="175A528D">
                      <wp:simplePos x="0" y="0"/>
                      <wp:positionH relativeFrom="column">
                        <wp:posOffset>1096645</wp:posOffset>
                      </wp:positionH>
                      <wp:positionV relativeFrom="paragraph">
                        <wp:posOffset>30845</wp:posOffset>
                      </wp:positionV>
                      <wp:extent cx="575945" cy="320675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3990CF" w14:textId="12514525" w:rsidR="00ED3DAA" w:rsidRPr="00FE19F8" w:rsidRDefault="00B90872" w:rsidP="00E95687">
                                  <w:r>
                                    <w:t>4cm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112BF5C" id="Text Box 21" o:spid="_x0000_s1027" type="#_x0000_t202" style="position:absolute;margin-left:86.35pt;margin-top:2.45pt;width:45.35pt;height:25.25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" filled="f" stroked="f" strokeweight=".5pt">
                      <v:textbox>
                        <w:txbxContent>
                          <w:p w14:paraId="473990CF" w14:textId="12514525" w:rsidR="00ED3DAA" w:rsidRPr="00FE19F8" w:rsidRDefault="00B90872" w:rsidP="00E95687">
                            <w:r>
                              <w:t>4cm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90872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4024E394" wp14:editId="470C2357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424815</wp:posOffset>
                      </wp:positionV>
                      <wp:extent cx="575945" cy="320675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D151BD" w14:textId="0625F51F" w:rsidR="00ED3DAA" w:rsidRDefault="00B90872" w:rsidP="00E95687">
                                  <w:r>
                                    <w:t>4</w:t>
                                  </w:r>
                                  <w:r w:rsidR="00ED3DAA"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024E394" id="Text Box 19" o:spid="_x0000_s1028" type="#_x0000_t202" style="position:absolute;margin-left:51.5pt;margin-top:33.45pt;width:45.35pt;height:25.25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" filled="f" stroked="f" strokeweight=".5pt">
                      <v:textbox>
                        <w:txbxContent>
                          <w:p w14:paraId="26D151BD" w14:textId="0625F51F" w:rsidR="00ED3DAA" w:rsidRDefault="00B90872" w:rsidP="00E95687">
                            <w:r>
                              <w:t>4</w:t>
                            </w:r>
                            <w:r w:rsidR="00ED3DAA"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4AE195" w14:textId="4BE4B8E0" w:rsidR="00ED3DAA" w:rsidRPr="00B90872" w:rsidRDefault="00ED3DAA" w:rsidP="00B90872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49831498" w14:textId="389B3E50" w:rsidR="00ED3DAA" w:rsidRPr="00B90872" w:rsidRDefault="00ED3DAA" w:rsidP="00B90872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17984" behindDoc="0" locked="0" layoutInCell="1" allowOverlap="1" wp14:anchorId="1B6D59DE" wp14:editId="36B2649F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EF30484" w14:textId="77777777" w:rsidR="00B90872" w:rsidRDefault="00B90872" w:rsidP="00B9087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25152" behindDoc="0" locked="0" layoutInCell="1" allowOverlap="1" wp14:anchorId="0F574304" wp14:editId="21B2B6E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30" name="Picture 13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24128" behindDoc="0" locked="0" layoutInCell="1" allowOverlap="1" wp14:anchorId="601EF269" wp14:editId="1E469F1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31" name="Picture 13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bookmarkStart w:id="0" w:name="_GoBack"/>
      <w:bookmarkEnd w:id="0"/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17.3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4C0139E8" w14:textId="77777777" w:rsidR="00B90872" w:rsidRDefault="00B90872" w:rsidP="00B9087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B90872" w:rsidRPr="00B90872" w14:paraId="1592266D" w14:textId="77777777" w:rsidTr="00EA5960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66176028" w14:textId="77777777" w:rsidR="00B90872" w:rsidRPr="00B90872" w:rsidRDefault="00B9087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29D0C76F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w:t xml:space="preserve">A map has a scale </w:t>
            </w:r>
            <w:proofErr w:type="gramStart"/>
            <w:r w:rsidRPr="00B90872">
              <w:rPr>
                <w:rFonts w:ascii="Century Gothic" w:hAnsi="Century Gothic" w:cs="Tahoma"/>
              </w:rPr>
              <w:t>1 :</w:t>
            </w:r>
            <w:proofErr w:type="gramEnd"/>
            <w:r w:rsidRPr="00B90872">
              <w:rPr>
                <w:rFonts w:ascii="Century Gothic" w:hAnsi="Century Gothic" w:cs="Tahoma"/>
              </w:rPr>
              <w:t xml:space="preserve"> 5000.</w:t>
            </w:r>
          </w:p>
          <w:p w14:paraId="497FAC30" w14:textId="77777777" w:rsidR="00B90872" w:rsidRPr="00B90872" w:rsidRDefault="00B90872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 w:cs="Tahoma"/>
              </w:rPr>
              <w:t>What is the actual distance of 3cm on the map in metres?</w:t>
            </w:r>
          </w:p>
        </w:tc>
        <w:tc>
          <w:tcPr>
            <w:tcW w:w="425" w:type="dxa"/>
            <w:tcBorders>
              <w:right w:val="nil"/>
            </w:tcBorders>
          </w:tcPr>
          <w:p w14:paraId="41FD967D" w14:textId="77777777" w:rsidR="00B90872" w:rsidRPr="00B90872" w:rsidRDefault="00B9087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38830636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w:t>An object has mass 40kg and volume 4m</w:t>
            </w:r>
            <w:r w:rsidRPr="00B90872">
              <w:rPr>
                <w:rFonts w:ascii="Century Gothic" w:hAnsi="Century Gothic" w:cs="Tahoma"/>
                <w:vertAlign w:val="superscript"/>
              </w:rPr>
              <w:t>3</w:t>
            </w:r>
            <w:r w:rsidRPr="00B90872">
              <w:rPr>
                <w:rFonts w:ascii="Century Gothic" w:hAnsi="Century Gothic" w:cs="Tahoma"/>
              </w:rPr>
              <w:t>.  What is its density?</w:t>
            </w:r>
          </w:p>
        </w:tc>
      </w:tr>
      <w:tr w:rsidR="00B90872" w:rsidRPr="00B90872" w14:paraId="72A5366B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2D8F127" w14:textId="77777777" w:rsidR="00B90872" w:rsidRPr="00B90872" w:rsidRDefault="00B9087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77A81891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w:t>Starters        Mains</w:t>
            </w:r>
          </w:p>
          <w:p w14:paraId="06C363BF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w:t xml:space="preserve">      Soup             Chicken</w:t>
            </w:r>
          </w:p>
          <w:p w14:paraId="10D64D9D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w:t xml:space="preserve">      Pate              Beef</w:t>
            </w:r>
          </w:p>
          <w:p w14:paraId="086C2E7F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w:t xml:space="preserve">                          Mushrooms</w:t>
            </w:r>
          </w:p>
          <w:p w14:paraId="394062ED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 w:cs="Tahoma"/>
              </w:rPr>
              <w:t>What are the different combinations of starters and mains Martin could choose?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61FFF0D" w14:textId="77777777" w:rsidR="00B90872" w:rsidRPr="00B90872" w:rsidRDefault="00B9087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44889793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472BB400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1651A28D" wp14:editId="54D5BE5C">
                  <wp:extent cx="1031761" cy="1173193"/>
                  <wp:effectExtent l="0" t="0" r="0" b="8255"/>
                  <wp:docPr id="132" name="Pictur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980" cy="1173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0872" w:rsidRPr="00B90872" w14:paraId="49B06674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47259F95" w14:textId="77777777" w:rsidR="00B90872" w:rsidRPr="00B90872" w:rsidRDefault="00B90872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0967E296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</w:rPr>
            </w:pPr>
            <w:r w:rsidRPr="00B90872">
              <w:rPr>
                <w:rFonts w:ascii="Century Gothic" w:eastAsiaTheme="minorEastAsia" w:hAnsi="Century Gothic" w:cs="Tahoma"/>
                <w:noProof/>
              </w:rPr>
              <w:t>Construct the triangle:</w:t>
            </w:r>
          </w:p>
          <w:p w14:paraId="716C4498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26F49FAC" wp14:editId="119E5192">
                      <wp:simplePos x="0" y="0"/>
                      <wp:positionH relativeFrom="column">
                        <wp:posOffset>337401</wp:posOffset>
                      </wp:positionH>
                      <wp:positionV relativeFrom="paragraph">
                        <wp:posOffset>223520</wp:posOffset>
                      </wp:positionV>
                      <wp:extent cx="575945" cy="320675"/>
                      <wp:effectExtent l="0" t="0" r="0" b="0"/>
                      <wp:wrapNone/>
                      <wp:docPr id="62" name="Text Box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EAFB08" w14:textId="77777777" w:rsidR="00B90872" w:rsidRPr="00FE19F8" w:rsidRDefault="00B90872" w:rsidP="00B90872">
                                  <w:r>
                                    <w:t>4cm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6F49FAC" id="Text Box 62" o:spid="_x0000_s1029" type="#_x0000_t202" style="position:absolute;margin-left:26.55pt;margin-top:17.6pt;width:45.35pt;height:25.25pt;z-index:251830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" filled="f" stroked="f" strokeweight=".5pt">
                      <v:textbox>
                        <w:txbxContent>
                          <w:p w14:paraId="46EAFB08" w14:textId="77777777" w:rsidR="00B90872" w:rsidRPr="00FE19F8" w:rsidRDefault="00B90872" w:rsidP="00B90872">
                            <w:r>
                              <w:t>4cm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90872">
              <w:rPr>
                <w:rFonts w:ascii="Century Gothic" w:eastAsiaTheme="minorEastAsia" w:hAnsi="Century Gothic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01ABF77B" wp14:editId="3D41C7F5">
                      <wp:simplePos x="0" y="0"/>
                      <wp:positionH relativeFrom="column">
                        <wp:posOffset>465896</wp:posOffset>
                      </wp:positionH>
                      <wp:positionV relativeFrom="paragraph">
                        <wp:posOffset>164962</wp:posOffset>
                      </wp:positionV>
                      <wp:extent cx="866899" cy="510639"/>
                      <wp:effectExtent l="0" t="0" r="28575" b="22860"/>
                      <wp:wrapNone/>
                      <wp:docPr id="63" name="Isosceles Tri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899" cy="51063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E07B40" id="Isosceles Triangle 17" o:spid="_x0000_s1026" type="#_x0000_t5" style="position:absolute;margin-left:36.7pt;margin-top:13pt;width:68.25pt;height:40.2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" fillcolor="white [3212]" strokecolor="black [3213]" strokeweight="2pt"/>
                  </w:pict>
                </mc:Fallback>
              </mc:AlternateContent>
            </w:r>
          </w:p>
          <w:p w14:paraId="61906C95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1FA0C42C" wp14:editId="75927F02">
                      <wp:simplePos x="0" y="0"/>
                      <wp:positionH relativeFrom="column">
                        <wp:posOffset>1096645</wp:posOffset>
                      </wp:positionH>
                      <wp:positionV relativeFrom="paragraph">
                        <wp:posOffset>30845</wp:posOffset>
                      </wp:positionV>
                      <wp:extent cx="575945" cy="320675"/>
                      <wp:effectExtent l="0" t="0" r="0" b="0"/>
                      <wp:wrapNone/>
                      <wp:docPr id="128" name="Text Box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AD2E42" w14:textId="77777777" w:rsidR="00B90872" w:rsidRPr="00FE19F8" w:rsidRDefault="00B90872" w:rsidP="00B90872">
                                  <w:r>
                                    <w:t>4cm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A0C42C" id="Text Box 128" o:spid="_x0000_s1030" type="#_x0000_t202" style="position:absolute;margin-left:86.35pt;margin-top:2.45pt;width:45.35pt;height:25.25pt;z-index:251829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" filled="f" stroked="f" strokeweight=".5pt">
                      <v:textbox>
                        <w:txbxContent>
                          <w:p w14:paraId="3FAD2E42" w14:textId="77777777" w:rsidR="00B90872" w:rsidRPr="00FE19F8" w:rsidRDefault="00B90872" w:rsidP="00B90872">
                            <w:r>
                              <w:t>4cm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90872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101F6451" wp14:editId="1F58432E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424815</wp:posOffset>
                      </wp:positionV>
                      <wp:extent cx="575945" cy="320675"/>
                      <wp:effectExtent l="0" t="0" r="0" b="0"/>
                      <wp:wrapNone/>
                      <wp:docPr id="129" name="Text Box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D47756" w14:textId="77777777" w:rsidR="00B90872" w:rsidRDefault="00B90872" w:rsidP="00B90872">
                                  <w:r>
                                    <w:t>4cm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01F6451" id="Text Box 129" o:spid="_x0000_s1031" type="#_x0000_t202" style="position:absolute;margin-left:51.5pt;margin-top:33.45pt;width:45.35pt;height:25.25pt;z-index:25182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" filled="f" stroked="f" strokeweight=".5pt">
                      <v:textbox>
                        <w:txbxContent>
                          <w:p w14:paraId="71D47756" w14:textId="77777777" w:rsidR="00B90872" w:rsidRDefault="00B90872" w:rsidP="00B90872">
                            <w:r>
                              <w:t>4cm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A28996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02852A32" w14:textId="77777777" w:rsidR="00B90872" w:rsidRPr="00B90872" w:rsidRDefault="00B90872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B90872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26176" behindDoc="0" locked="0" layoutInCell="1" allowOverlap="1" wp14:anchorId="181607B1" wp14:editId="2031CBD2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133" name="Pictur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9932521" w14:textId="06DC8F12" w:rsidR="00437093" w:rsidRDefault="00437093" w:rsidP="000A7C28">
      <w:pPr>
        <w:spacing w:after="120"/>
        <w:rPr>
          <w:rFonts w:ascii="Kristen ITC" w:hAnsi="Kristen ITC"/>
          <w:b/>
        </w:rPr>
      </w:pPr>
    </w:p>
    <w:sectPr w:rsidR="00437093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76495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754C"/>
    <w:rsid w:val="000F6BFE"/>
    <w:rsid w:val="0010697E"/>
    <w:rsid w:val="001274D6"/>
    <w:rsid w:val="001279F5"/>
    <w:rsid w:val="00130352"/>
    <w:rsid w:val="00143BE1"/>
    <w:rsid w:val="00150843"/>
    <w:rsid w:val="001548A4"/>
    <w:rsid w:val="001826A9"/>
    <w:rsid w:val="00186A03"/>
    <w:rsid w:val="00187009"/>
    <w:rsid w:val="00194026"/>
    <w:rsid w:val="001A1D1C"/>
    <w:rsid w:val="001A6603"/>
    <w:rsid w:val="001A68F7"/>
    <w:rsid w:val="001D484E"/>
    <w:rsid w:val="001E23CA"/>
    <w:rsid w:val="001E511C"/>
    <w:rsid w:val="0020304D"/>
    <w:rsid w:val="00213253"/>
    <w:rsid w:val="00213C21"/>
    <w:rsid w:val="00214677"/>
    <w:rsid w:val="0027205A"/>
    <w:rsid w:val="002774AB"/>
    <w:rsid w:val="00285B36"/>
    <w:rsid w:val="00292BBA"/>
    <w:rsid w:val="00293A17"/>
    <w:rsid w:val="00293BEA"/>
    <w:rsid w:val="00296DE9"/>
    <w:rsid w:val="002B177C"/>
    <w:rsid w:val="002B63A6"/>
    <w:rsid w:val="002C69D4"/>
    <w:rsid w:val="002D1978"/>
    <w:rsid w:val="002D25E6"/>
    <w:rsid w:val="002D4D8B"/>
    <w:rsid w:val="002D5D86"/>
    <w:rsid w:val="002E3F24"/>
    <w:rsid w:val="00304404"/>
    <w:rsid w:val="0031452F"/>
    <w:rsid w:val="003201EB"/>
    <w:rsid w:val="00325E6D"/>
    <w:rsid w:val="00327C60"/>
    <w:rsid w:val="00333535"/>
    <w:rsid w:val="00335F11"/>
    <w:rsid w:val="003376C1"/>
    <w:rsid w:val="00347394"/>
    <w:rsid w:val="00355931"/>
    <w:rsid w:val="003746A9"/>
    <w:rsid w:val="0037571F"/>
    <w:rsid w:val="003D2767"/>
    <w:rsid w:val="003E68F7"/>
    <w:rsid w:val="003F51D8"/>
    <w:rsid w:val="004015EA"/>
    <w:rsid w:val="0040790B"/>
    <w:rsid w:val="0041226A"/>
    <w:rsid w:val="00412CDE"/>
    <w:rsid w:val="00436C34"/>
    <w:rsid w:val="00437093"/>
    <w:rsid w:val="00450FDD"/>
    <w:rsid w:val="00461E42"/>
    <w:rsid w:val="0049275B"/>
    <w:rsid w:val="004A46A3"/>
    <w:rsid w:val="004B4B58"/>
    <w:rsid w:val="004B626C"/>
    <w:rsid w:val="004B64DA"/>
    <w:rsid w:val="004C1FAF"/>
    <w:rsid w:val="004C7AB3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0556"/>
    <w:rsid w:val="005571E9"/>
    <w:rsid w:val="00561D0D"/>
    <w:rsid w:val="00575446"/>
    <w:rsid w:val="00580957"/>
    <w:rsid w:val="00595258"/>
    <w:rsid w:val="005C147F"/>
    <w:rsid w:val="005C5905"/>
    <w:rsid w:val="005D29ED"/>
    <w:rsid w:val="005D4827"/>
    <w:rsid w:val="005E1266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2FA2"/>
    <w:rsid w:val="00666176"/>
    <w:rsid w:val="00674C3D"/>
    <w:rsid w:val="006866A3"/>
    <w:rsid w:val="00687920"/>
    <w:rsid w:val="006C37A5"/>
    <w:rsid w:val="006C37E5"/>
    <w:rsid w:val="006C5C00"/>
    <w:rsid w:val="006D1E8E"/>
    <w:rsid w:val="006E5C4D"/>
    <w:rsid w:val="006F185A"/>
    <w:rsid w:val="006F6168"/>
    <w:rsid w:val="0070395D"/>
    <w:rsid w:val="00705472"/>
    <w:rsid w:val="00712C99"/>
    <w:rsid w:val="00714102"/>
    <w:rsid w:val="00727B2C"/>
    <w:rsid w:val="00751081"/>
    <w:rsid w:val="0075325F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12A7E"/>
    <w:rsid w:val="00831D41"/>
    <w:rsid w:val="00840927"/>
    <w:rsid w:val="00847CB4"/>
    <w:rsid w:val="00857220"/>
    <w:rsid w:val="008612B7"/>
    <w:rsid w:val="0087251A"/>
    <w:rsid w:val="00876A8E"/>
    <w:rsid w:val="0088018E"/>
    <w:rsid w:val="00884433"/>
    <w:rsid w:val="008B0A17"/>
    <w:rsid w:val="008B0E29"/>
    <w:rsid w:val="008B5103"/>
    <w:rsid w:val="008D5C13"/>
    <w:rsid w:val="008D76D7"/>
    <w:rsid w:val="008E29DA"/>
    <w:rsid w:val="0090117B"/>
    <w:rsid w:val="00901228"/>
    <w:rsid w:val="009118B1"/>
    <w:rsid w:val="0094070B"/>
    <w:rsid w:val="0095325A"/>
    <w:rsid w:val="00955F4B"/>
    <w:rsid w:val="00961ED5"/>
    <w:rsid w:val="00971AEF"/>
    <w:rsid w:val="0098373C"/>
    <w:rsid w:val="0099142F"/>
    <w:rsid w:val="00993CDB"/>
    <w:rsid w:val="00995392"/>
    <w:rsid w:val="00995FC3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5957"/>
    <w:rsid w:val="009D6BD1"/>
    <w:rsid w:val="009D6D4A"/>
    <w:rsid w:val="009E3710"/>
    <w:rsid w:val="00A06D07"/>
    <w:rsid w:val="00A13034"/>
    <w:rsid w:val="00A15BBF"/>
    <w:rsid w:val="00A458C3"/>
    <w:rsid w:val="00A7076D"/>
    <w:rsid w:val="00A72B2C"/>
    <w:rsid w:val="00A74586"/>
    <w:rsid w:val="00A81955"/>
    <w:rsid w:val="00AB54E4"/>
    <w:rsid w:val="00AD04E8"/>
    <w:rsid w:val="00AD1307"/>
    <w:rsid w:val="00AD3264"/>
    <w:rsid w:val="00AD3C1A"/>
    <w:rsid w:val="00AD4D3A"/>
    <w:rsid w:val="00AE4D2A"/>
    <w:rsid w:val="00B07CF2"/>
    <w:rsid w:val="00B109EA"/>
    <w:rsid w:val="00B4333B"/>
    <w:rsid w:val="00B5418F"/>
    <w:rsid w:val="00B658D1"/>
    <w:rsid w:val="00B72752"/>
    <w:rsid w:val="00B8569F"/>
    <w:rsid w:val="00B90872"/>
    <w:rsid w:val="00B94DA2"/>
    <w:rsid w:val="00B96458"/>
    <w:rsid w:val="00BA1603"/>
    <w:rsid w:val="00BA2BBF"/>
    <w:rsid w:val="00BA7CD3"/>
    <w:rsid w:val="00BB35EA"/>
    <w:rsid w:val="00BD3C7E"/>
    <w:rsid w:val="00BE22E8"/>
    <w:rsid w:val="00BE7AC9"/>
    <w:rsid w:val="00BF0AC1"/>
    <w:rsid w:val="00BF358F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60271"/>
    <w:rsid w:val="00C77447"/>
    <w:rsid w:val="00C9225A"/>
    <w:rsid w:val="00CA332A"/>
    <w:rsid w:val="00CA75E9"/>
    <w:rsid w:val="00CF24C6"/>
    <w:rsid w:val="00D017AE"/>
    <w:rsid w:val="00D06317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25A1"/>
    <w:rsid w:val="00E27ACC"/>
    <w:rsid w:val="00E30CD6"/>
    <w:rsid w:val="00E33C5E"/>
    <w:rsid w:val="00E3559C"/>
    <w:rsid w:val="00E7749A"/>
    <w:rsid w:val="00E86CC7"/>
    <w:rsid w:val="00E907F4"/>
    <w:rsid w:val="00E95687"/>
    <w:rsid w:val="00E9577D"/>
    <w:rsid w:val="00E96E36"/>
    <w:rsid w:val="00EB1911"/>
    <w:rsid w:val="00EB65D1"/>
    <w:rsid w:val="00EC0572"/>
    <w:rsid w:val="00EC4CCA"/>
    <w:rsid w:val="00ED3DAA"/>
    <w:rsid w:val="00EF692F"/>
    <w:rsid w:val="00F11D9B"/>
    <w:rsid w:val="00F21F8D"/>
    <w:rsid w:val="00F303CE"/>
    <w:rsid w:val="00F3678B"/>
    <w:rsid w:val="00F52111"/>
    <w:rsid w:val="00F6389A"/>
    <w:rsid w:val="00F67891"/>
    <w:rsid w:val="00F75B57"/>
    <w:rsid w:val="00F80B7D"/>
    <w:rsid w:val="00F8416B"/>
    <w:rsid w:val="00FA673D"/>
    <w:rsid w:val="00FB0E81"/>
    <w:rsid w:val="00FB3CD8"/>
    <w:rsid w:val="00FC33D1"/>
    <w:rsid w:val="00FC470D"/>
    <w:rsid w:val="00FD01D3"/>
    <w:rsid w:val="00FD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2019-05-30T18:28:00Z</dcterms:created>
  <dcterms:modified xsi:type="dcterms:W3CDTF">2019-05-30T18:29:00Z</dcterms:modified>
</cp:coreProperties>
</file>